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B0C" w:rsidRDefault="00FB2B0C" w:rsidP="009F51CE">
      <w:pPr>
        <w:jc w:val="center"/>
        <w:rPr>
          <w:sz w:val="28"/>
          <w:szCs w:val="28"/>
        </w:rPr>
      </w:pPr>
      <w:r>
        <w:rPr>
          <w:sz w:val="28"/>
          <w:szCs w:val="28"/>
        </w:rPr>
        <w:t>TEMPERATURE AND HEAT</w:t>
      </w: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>I.  TEMPERATURE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  <w:t>A.  A MEASURE OF THE AVERAGE KINETIC ENERGY OF MOLECULES.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  <w:t>B.  AS THE AVERAGE KINETIC ENERGY INCREASES SO DOES THE TEMP.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  <w:t>C.  KINETIC ENERGY &lt; _________&gt;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  <w:t>D.  HOW DO WE MEASURE TEMPERATURE?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  THERMOMETER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a.  LIQUIDS EXPAND WHEN HEATED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Hg AND ALCOHOL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 HIGHER KE CAUSES MOLECULES TO MOVE FASTER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  AS THEY MOVE FASTER THEY GET FARTHER APART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d.  THEY THEN BEGIN TO EXPAND AND THEN RISE UP THE 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NARROW TUBE.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 LIMITATION OF LIQUID THERMOMETERS</w:t>
      </w:r>
      <w:r>
        <w:rPr>
          <w:sz w:val="28"/>
          <w:szCs w:val="28"/>
        </w:rPr>
        <w:tab/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CAN ONLY MEASURE TEMPERATURE WITHIN A CERTAIN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RANGE.</w:t>
      </w:r>
    </w:p>
    <w:p w:rsidR="00FB2B0C" w:rsidRDefault="00FB2B0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e.  OTHER METHODS OF MEASURING TEMPERATURE</w:t>
      </w:r>
    </w:p>
    <w:p w:rsidR="00FB2B0C" w:rsidRDefault="00FB2B0C" w:rsidP="00A020C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METAL STRIPS – REFRIGERATOR</w:t>
      </w:r>
    </w:p>
    <w:p w:rsidR="00FB2B0C" w:rsidRDefault="00FB2B0C" w:rsidP="00A020C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DIGITAL – MEASURES CHANGES IN CURRENT</w:t>
      </w:r>
    </w:p>
    <w:p w:rsidR="00FB2B0C" w:rsidRDefault="00FB2B0C" w:rsidP="00A020C4">
      <w:pPr>
        <w:ind w:left="2160"/>
        <w:rPr>
          <w:sz w:val="28"/>
          <w:szCs w:val="28"/>
        </w:rPr>
      </w:pPr>
      <w:r>
        <w:rPr>
          <w:sz w:val="28"/>
          <w:szCs w:val="28"/>
        </w:rPr>
        <w:t>f.  COMMON SCALES USED TO MEASURE TEMPERATURE</w:t>
      </w:r>
    </w:p>
    <w:p w:rsidR="00FB2B0C" w:rsidRDefault="00FB2B0C" w:rsidP="006910C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FAHRENHEIT</w:t>
      </w:r>
    </w:p>
    <w:p w:rsidR="00FB2B0C" w:rsidRDefault="00FB2B0C" w:rsidP="006910CB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WATER BOILS AT 212 DEGREES</w:t>
      </w:r>
    </w:p>
    <w:p w:rsidR="00FB2B0C" w:rsidRDefault="00FB2B0C" w:rsidP="006910CB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WATER FREEZES AT 32 DEGREES</w:t>
      </w:r>
    </w:p>
    <w:p w:rsidR="00FB2B0C" w:rsidRPr="00E50A96" w:rsidRDefault="00FB2B0C" w:rsidP="006910CB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180 DEGREE SPAN BETWEEN 32</w:t>
      </w:r>
      <w:r>
        <w:rPr>
          <w:sz w:val="28"/>
          <w:szCs w:val="28"/>
          <w:vertAlign w:val="superscript"/>
        </w:rPr>
        <w:t xml:space="preserve">0 </w:t>
      </w:r>
      <w:r>
        <w:rPr>
          <w:sz w:val="28"/>
          <w:szCs w:val="28"/>
        </w:rPr>
        <w:t>AND 212</w:t>
      </w:r>
      <w:r>
        <w:rPr>
          <w:sz w:val="28"/>
          <w:szCs w:val="28"/>
          <w:vertAlign w:val="superscript"/>
        </w:rPr>
        <w:t>0</w:t>
      </w:r>
    </w:p>
    <w:p w:rsidR="00FB2B0C" w:rsidRDefault="00FB2B0C" w:rsidP="00E50A96">
      <w:pPr>
        <w:rPr>
          <w:sz w:val="28"/>
          <w:szCs w:val="28"/>
          <w:vertAlign w:val="superscript"/>
        </w:rPr>
      </w:pPr>
    </w:p>
    <w:p w:rsidR="00FB2B0C" w:rsidRDefault="00FB2B0C" w:rsidP="00E50A9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CELSIUS</w:t>
      </w:r>
    </w:p>
    <w:p w:rsidR="00FB2B0C" w:rsidRDefault="00FB2B0C" w:rsidP="00E50A96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WATER BOILS AT 100 DEGREES </w:t>
      </w:r>
    </w:p>
    <w:p w:rsidR="00FB2B0C" w:rsidRDefault="00FB2B0C" w:rsidP="00E50A96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WATER FREEZES AT 0 DEGREES </w:t>
      </w:r>
    </w:p>
    <w:p w:rsidR="00FB2B0C" w:rsidRPr="00E4281F" w:rsidRDefault="00FB2B0C" w:rsidP="00E50A96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100 DEGREE SPAN BETWEEN 0</w:t>
      </w:r>
      <w:r>
        <w:rPr>
          <w:sz w:val="28"/>
          <w:szCs w:val="28"/>
          <w:vertAlign w:val="superscript"/>
        </w:rPr>
        <w:t xml:space="preserve">0 </w:t>
      </w:r>
      <w:r>
        <w:rPr>
          <w:sz w:val="28"/>
          <w:szCs w:val="28"/>
        </w:rPr>
        <w:t xml:space="preserve"> AND 100</w:t>
      </w:r>
      <w:r>
        <w:rPr>
          <w:sz w:val="28"/>
          <w:szCs w:val="28"/>
          <w:vertAlign w:val="superscript"/>
        </w:rPr>
        <w:t>0</w:t>
      </w:r>
    </w:p>
    <w:p w:rsidR="00FB2B0C" w:rsidRDefault="00FB2B0C" w:rsidP="001005F4">
      <w:pPr>
        <w:ind w:left="2880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KELVIN</w:t>
      </w:r>
    </w:p>
    <w:p w:rsidR="00FB2B0C" w:rsidRDefault="00FB2B0C" w:rsidP="0039109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BASED ON ABSOLUTE ZERO</w:t>
      </w:r>
    </w:p>
    <w:p w:rsidR="00FB2B0C" w:rsidRDefault="00FB2B0C" w:rsidP="0039109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NO NEGATIVE VALUES IN THE KELVIN SCALE</w:t>
      </w:r>
    </w:p>
    <w:p w:rsidR="00FB2B0C" w:rsidRDefault="00FB2B0C" w:rsidP="0039109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WHAT IS THE LOWEST </w:t>
      </w:r>
      <w:smartTag w:uri="urn:schemas-microsoft-com:office:smarttags" w:element="place">
        <w:smartTag w:uri="urn:schemas-microsoft-com:office:smarttags" w:element="City">
          <w:r>
            <w:rPr>
              <w:sz w:val="28"/>
              <w:szCs w:val="28"/>
            </w:rPr>
            <w:t>READING</w:t>
          </w:r>
        </w:smartTag>
      </w:smartTag>
      <w:r>
        <w:rPr>
          <w:sz w:val="28"/>
          <w:szCs w:val="28"/>
        </w:rPr>
        <w:t xml:space="preserve"> ON THE KELVIN SCALE?</w:t>
      </w:r>
    </w:p>
    <w:p w:rsidR="00FB2B0C" w:rsidRDefault="00FB2B0C" w:rsidP="0039109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WHEN DOES MOLECULAR MOTION STOP?</w:t>
      </w:r>
    </w:p>
    <w:p w:rsidR="00FB2B0C" w:rsidRDefault="00FB2B0C" w:rsidP="007150B5">
      <w:pPr>
        <w:rPr>
          <w:sz w:val="28"/>
          <w:szCs w:val="28"/>
        </w:rPr>
      </w:pPr>
    </w:p>
    <w:p w:rsidR="00FB2B0C" w:rsidRDefault="00FB2B0C" w:rsidP="007150B5">
      <w:pPr>
        <w:ind w:left="1440"/>
        <w:rPr>
          <w:sz w:val="28"/>
          <w:szCs w:val="28"/>
        </w:rPr>
      </w:pPr>
      <w:r>
        <w:rPr>
          <w:sz w:val="28"/>
          <w:szCs w:val="28"/>
        </w:rPr>
        <w:t>E.  TEMPERATURE CONVERSION</w:t>
      </w:r>
    </w:p>
    <w:p w:rsidR="00FB2B0C" w:rsidRDefault="00FB2B0C" w:rsidP="007150B5">
      <w:pPr>
        <w:ind w:left="1440"/>
        <w:rPr>
          <w:sz w:val="28"/>
          <w:szCs w:val="28"/>
        </w:rPr>
      </w:pPr>
      <w:r>
        <w:rPr>
          <w:sz w:val="28"/>
          <w:szCs w:val="28"/>
        </w:rPr>
        <w:tab/>
        <w:t>F = (9/5 X C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 + 32</w:t>
      </w:r>
    </w:p>
    <w:p w:rsidR="00FB2B0C" w:rsidRDefault="00FB2B0C" w:rsidP="007150B5">
      <w:pPr>
        <w:ind w:left="1440"/>
        <w:rPr>
          <w:sz w:val="28"/>
          <w:szCs w:val="28"/>
        </w:rPr>
      </w:pPr>
      <w:r>
        <w:rPr>
          <w:sz w:val="28"/>
          <w:szCs w:val="28"/>
        </w:rPr>
        <w:tab/>
        <w:t>C = 5/9(F-32)</w:t>
      </w:r>
    </w:p>
    <w:p w:rsidR="00FB2B0C" w:rsidRPr="007150B5" w:rsidRDefault="00FB2B0C" w:rsidP="007150B5">
      <w:pPr>
        <w:ind w:left="1440"/>
        <w:rPr>
          <w:sz w:val="28"/>
          <w:szCs w:val="28"/>
        </w:rPr>
      </w:pPr>
      <w:r>
        <w:rPr>
          <w:sz w:val="28"/>
          <w:szCs w:val="28"/>
        </w:rPr>
        <w:tab/>
        <w:t>K = C + 273</w:t>
      </w:r>
    </w:p>
    <w:p w:rsidR="00FB2B0C" w:rsidRDefault="00FB2B0C" w:rsidP="001005F4">
      <w:pPr>
        <w:ind w:left="288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B2B0C" w:rsidRDefault="00FB2B0C" w:rsidP="001005F4">
      <w:pPr>
        <w:ind w:left="2880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2B0C" w:rsidRPr="00E4281F" w:rsidRDefault="00FB2B0C" w:rsidP="001005F4">
      <w:pPr>
        <w:ind w:left="2880"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B2B0C" w:rsidRDefault="00FB2B0C" w:rsidP="00E4281F">
      <w:pPr>
        <w:rPr>
          <w:sz w:val="28"/>
          <w:szCs w:val="28"/>
        </w:rPr>
      </w:pPr>
    </w:p>
    <w:p w:rsidR="00FB2B0C" w:rsidRDefault="00FB2B0C" w:rsidP="00E4281F">
      <w:pPr>
        <w:rPr>
          <w:sz w:val="28"/>
          <w:szCs w:val="28"/>
        </w:rPr>
      </w:pPr>
    </w:p>
    <w:p w:rsidR="00FB2B0C" w:rsidRDefault="00FB2B0C" w:rsidP="00A020C4">
      <w:pPr>
        <w:ind w:left="21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B2B0C" w:rsidRPr="00A020C4" w:rsidRDefault="00FB2B0C" w:rsidP="00A020C4">
      <w:pPr>
        <w:pStyle w:val="ListParagraph"/>
        <w:ind w:left="288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Default="00FB2B0C">
      <w:pPr>
        <w:rPr>
          <w:sz w:val="28"/>
          <w:szCs w:val="28"/>
        </w:rPr>
      </w:pPr>
    </w:p>
    <w:p w:rsidR="00FB2B0C" w:rsidRPr="00723015" w:rsidRDefault="00FB2B0C">
      <w:pPr>
        <w:rPr>
          <w:sz w:val="28"/>
          <w:szCs w:val="28"/>
        </w:rPr>
      </w:pPr>
    </w:p>
    <w:sectPr w:rsidR="00FB2B0C" w:rsidRPr="00723015" w:rsidSect="00415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B2175"/>
    <w:multiLevelType w:val="hybridMultilevel"/>
    <w:tmpl w:val="991E8FBA"/>
    <w:lvl w:ilvl="0" w:tplc="04090003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665"/>
        </w:tabs>
        <w:ind w:left="7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385"/>
        </w:tabs>
        <w:ind w:left="83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105"/>
        </w:tabs>
        <w:ind w:left="9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825"/>
        </w:tabs>
        <w:ind w:left="9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545"/>
        </w:tabs>
        <w:ind w:left="105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265"/>
        </w:tabs>
        <w:ind w:left="11265" w:hanging="360"/>
      </w:pPr>
      <w:rPr>
        <w:rFonts w:ascii="Wingdings" w:hAnsi="Wingdings" w:hint="default"/>
      </w:rPr>
    </w:lvl>
  </w:abstractNum>
  <w:abstractNum w:abstractNumId="1">
    <w:nsid w:val="569C7194"/>
    <w:multiLevelType w:val="hybridMultilevel"/>
    <w:tmpl w:val="0D3E7A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0DC1588"/>
    <w:multiLevelType w:val="hybridMultilevel"/>
    <w:tmpl w:val="8E64F6C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>
    <w:nsid w:val="65AE0BA8"/>
    <w:multiLevelType w:val="multilevel"/>
    <w:tmpl w:val="4364A390"/>
    <w:lvl w:ilvl="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4">
    <w:nsid w:val="6C750139"/>
    <w:multiLevelType w:val="hybridMultilevel"/>
    <w:tmpl w:val="3EC20F84"/>
    <w:lvl w:ilvl="0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5">
    <w:nsid w:val="78595037"/>
    <w:multiLevelType w:val="hybridMultilevel"/>
    <w:tmpl w:val="BB3EC556"/>
    <w:lvl w:ilvl="0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6">
    <w:nsid w:val="7DBC61C5"/>
    <w:multiLevelType w:val="hybridMultilevel"/>
    <w:tmpl w:val="22268F0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015"/>
    <w:rsid w:val="000A32DA"/>
    <w:rsid w:val="000B54F6"/>
    <w:rsid w:val="001005F4"/>
    <w:rsid w:val="002D2FAF"/>
    <w:rsid w:val="0039109E"/>
    <w:rsid w:val="0041541D"/>
    <w:rsid w:val="006910CB"/>
    <w:rsid w:val="007150B5"/>
    <w:rsid w:val="00723015"/>
    <w:rsid w:val="0094460A"/>
    <w:rsid w:val="009F51CE"/>
    <w:rsid w:val="00A020C4"/>
    <w:rsid w:val="00D053E9"/>
    <w:rsid w:val="00E4281F"/>
    <w:rsid w:val="00E50A96"/>
    <w:rsid w:val="00FB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41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2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182</Words>
  <Characters>1038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TEMPERATURE AND HEAT</dc:title>
  <dc:subject/>
  <dc:creator> </dc:creator>
  <cp:keywords/>
  <dc:description/>
  <cp:lastModifiedBy>User</cp:lastModifiedBy>
  <cp:revision>2</cp:revision>
  <cp:lastPrinted>2008-09-12T03:51:00Z</cp:lastPrinted>
  <dcterms:created xsi:type="dcterms:W3CDTF">2008-09-12T03:53:00Z</dcterms:created>
  <dcterms:modified xsi:type="dcterms:W3CDTF">2008-09-12T03:53:00Z</dcterms:modified>
</cp:coreProperties>
</file>